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FEC9F1E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 xml:space="preserve">2020-2023 </w:t>
      </w:r>
    </w:p>
    <w:p w14:paraId="6A743604" w14:textId="12D7577D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D2612B">
        <w:rPr>
          <w:rFonts w:ascii="Corbel" w:hAnsi="Corbel"/>
          <w:sz w:val="24"/>
          <w:szCs w:val="24"/>
        </w:rPr>
        <w:t>1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D2612B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1" w:name="_Hlk57004889"/>
    </w:p>
    <w:bookmarkEnd w:id="1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730F4E20" w14:textId="77777777" w:rsidR="00612921" w:rsidRPr="00EE525A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290C09FE" w:rsidR="0085747A" w:rsidRPr="00EE525A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6F786D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0F2B9B2" w14:textId="7C118B3B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 2017.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948B2E" w14:textId="654D9919" w:rsidR="00AF5927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Piskalski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G., Społeczna odpowiedzialność biznesu w polskich realiach: teoria i praktyka: Raport z monitoringu społecznej odpowiedzialności największych polskich firm, Fundacja Centrum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CSR.PL, Warszawa 2015.</w:t>
            </w:r>
          </w:p>
          <w:p w14:paraId="1F17CF12" w14:textId="3C5F1488" w:rsidR="0085747A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62917" w14:textId="77777777" w:rsidR="00FF444E" w:rsidRDefault="00FF444E" w:rsidP="00C16ABF">
      <w:pPr>
        <w:spacing w:after="0" w:line="240" w:lineRule="auto"/>
      </w:pPr>
      <w:r>
        <w:separator/>
      </w:r>
    </w:p>
  </w:endnote>
  <w:endnote w:type="continuationSeparator" w:id="0">
    <w:p w14:paraId="7315A795" w14:textId="77777777" w:rsidR="00FF444E" w:rsidRDefault="00FF44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96552" w14:textId="77777777" w:rsidR="00FF444E" w:rsidRDefault="00FF444E" w:rsidP="00C16ABF">
      <w:pPr>
        <w:spacing w:after="0" w:line="240" w:lineRule="auto"/>
      </w:pPr>
      <w:r>
        <w:separator/>
      </w:r>
    </w:p>
  </w:footnote>
  <w:footnote w:type="continuationSeparator" w:id="0">
    <w:p w14:paraId="4EBCCBA1" w14:textId="77777777" w:rsidR="00FF444E" w:rsidRDefault="00FF444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2020-11-02T16:51:00Z</dcterms:created>
  <dcterms:modified xsi:type="dcterms:W3CDTF">2021-02-01T12:19:00Z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